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40" w:rsidP="00C43740" w:rsidRDefault="00C43740" w14:paraId="2C4E59F4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:rsidR="00C43740" w:rsidP="00C43740" w:rsidRDefault="00C43740" w14:paraId="672A6659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9C54AE" w:rsidRDefault="0071620A" w14:paraId="425D6E08" w14:textId="2E658A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6B520E">
        <w:rPr>
          <w:rFonts w:ascii="Corbel" w:hAnsi="Corbel"/>
          <w:i/>
          <w:smallCaps/>
          <w:sz w:val="24"/>
          <w:szCs w:val="24"/>
        </w:rPr>
        <w:t>2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6B520E">
        <w:rPr>
          <w:rFonts w:ascii="Corbel" w:hAnsi="Corbel"/>
          <w:i/>
          <w:smallCaps/>
          <w:sz w:val="24"/>
          <w:szCs w:val="24"/>
        </w:rPr>
        <w:t>5</w:t>
      </w:r>
    </w:p>
    <w:p w:rsidRPr="00C43740" w:rsidR="00C43740" w:rsidP="00C221BA" w:rsidRDefault="006B520E" w14:paraId="39922766" w14:textId="3B03BF46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bookmarkStart w:name="_GoBack" w:id="0"/>
      <w:bookmarkEnd w:id="0"/>
      <w:r w:rsidRPr="00C43740" w:rsidR="00C43740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Pr="00C43740" w:rsidR="00C43740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:rsidRPr="009C54AE" w:rsidR="0085747A" w:rsidP="00C43740" w:rsidRDefault="0085747A" w14:paraId="5DAB6C7B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7A4EF9D4" w14:textId="77777777">
        <w:tc>
          <w:tcPr>
            <w:tcW w:w="2694" w:type="dxa"/>
            <w:vAlign w:val="center"/>
          </w:tcPr>
          <w:p w:rsidRPr="002623F7" w:rsidR="0085747A" w:rsidP="009C54AE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31C76" w14:paraId="5F3BC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Pr="009C54AE" w:rsidR="0085747A" w:rsidTr="00B819C8" w14:paraId="5E077B3E" w14:textId="77777777">
        <w:tc>
          <w:tcPr>
            <w:tcW w:w="2694" w:type="dxa"/>
            <w:vAlign w:val="center"/>
          </w:tcPr>
          <w:p w:rsidRPr="002623F7" w:rsidR="0085747A" w:rsidP="009C54AE" w:rsidRDefault="0085747A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31C76" w14:paraId="69D48E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Pr="009C54AE" w:rsidR="0085747A" w:rsidTr="00B819C8" w14:paraId="4E2F8C33" w14:textId="77777777">
        <w:tc>
          <w:tcPr>
            <w:tcW w:w="2694" w:type="dxa"/>
            <w:vAlign w:val="center"/>
          </w:tcPr>
          <w:p w:rsidRPr="002623F7" w:rsidR="0085747A" w:rsidP="00153C41" w:rsidRDefault="004606E2" w14:paraId="19552E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2623F7" w:rsidR="0085747A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C221BA" w:rsidRDefault="00C221B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29EEB71" w14:textId="77777777">
        <w:tc>
          <w:tcPr>
            <w:tcW w:w="2694" w:type="dxa"/>
            <w:vAlign w:val="center"/>
          </w:tcPr>
          <w:p w:rsidRPr="002623F7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32FEF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3A3C28" w:rsidTr="00B819C8" w14:paraId="048482E6" w14:textId="77777777">
        <w:tc>
          <w:tcPr>
            <w:tcW w:w="2694" w:type="dxa"/>
            <w:vAlign w:val="center"/>
          </w:tcPr>
          <w:p w:rsidRPr="002623F7" w:rsidR="003A3C28" w:rsidP="009C54AE" w:rsidRDefault="003A3C28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3A3C28" w:rsidP="002E1A3F" w:rsidRDefault="003A3C28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3A3C28" w:rsidTr="00B819C8" w14:paraId="56001C08" w14:textId="77777777">
        <w:tc>
          <w:tcPr>
            <w:tcW w:w="2694" w:type="dxa"/>
            <w:vAlign w:val="center"/>
          </w:tcPr>
          <w:p w:rsidRPr="002623F7" w:rsidR="003A3C28" w:rsidP="009C54AE" w:rsidRDefault="003A3C28" w14:paraId="79638D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9C54AE" w:rsidR="003A3C28" w:rsidP="002E1A3F" w:rsidRDefault="00232FEF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3A3C28" w:rsidTr="00B819C8" w14:paraId="3A488BE5" w14:textId="77777777">
        <w:tc>
          <w:tcPr>
            <w:tcW w:w="2694" w:type="dxa"/>
            <w:vAlign w:val="center"/>
          </w:tcPr>
          <w:p w:rsidRPr="002623F7" w:rsidR="003A3C28" w:rsidP="009C54AE" w:rsidRDefault="003A3C28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4841F0" w:rsidR="003A3C28" w:rsidP="002E1A3F" w:rsidRDefault="003A3C28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C31C76" w:rsidTr="00B819C8" w14:paraId="5C70B2EB" w14:textId="77777777">
        <w:tc>
          <w:tcPr>
            <w:tcW w:w="2694" w:type="dxa"/>
            <w:vAlign w:val="center"/>
          </w:tcPr>
          <w:p w:rsidRPr="002623F7" w:rsidR="00C31C76" w:rsidP="009C54AE" w:rsidRDefault="00C31C76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31C76" w:rsidP="002623F7" w:rsidRDefault="004606E2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C31C76" w:rsidTr="00B819C8" w14:paraId="587CEDC4" w14:textId="77777777">
        <w:tc>
          <w:tcPr>
            <w:tcW w:w="2694" w:type="dxa"/>
            <w:vAlign w:val="center"/>
          </w:tcPr>
          <w:p w:rsidRPr="002623F7" w:rsidR="00C31C76" w:rsidP="009C54AE" w:rsidRDefault="00C31C76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C54AE" w:rsidR="00C31C76" w:rsidP="00C31C76" w:rsidRDefault="00C31C76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C31C76" w:rsidTr="00B819C8" w14:paraId="66895247" w14:textId="77777777">
        <w:tc>
          <w:tcPr>
            <w:tcW w:w="2694" w:type="dxa"/>
            <w:vAlign w:val="center"/>
          </w:tcPr>
          <w:p w:rsidRPr="002623F7" w:rsidR="00C31C76" w:rsidP="009C54AE" w:rsidRDefault="00C31C76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31C76" w:rsidP="00714D04" w:rsidRDefault="004606E2" w14:paraId="2E9754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0B819C8" w14:paraId="5A90A06A" w14:textId="77777777">
        <w:tc>
          <w:tcPr>
            <w:tcW w:w="2694" w:type="dxa"/>
            <w:vAlign w:val="center"/>
          </w:tcPr>
          <w:p w:rsidRPr="002623F7" w:rsidR="00C31C76" w:rsidP="009C54AE" w:rsidRDefault="00C31C76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31C76" w:rsidP="002623F7" w:rsidRDefault="00474B50" w14:paraId="2FB77B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C31C76" w:rsidTr="00B819C8" w14:paraId="3F08453E" w14:textId="77777777">
        <w:tc>
          <w:tcPr>
            <w:tcW w:w="2694" w:type="dxa"/>
            <w:vAlign w:val="center"/>
          </w:tcPr>
          <w:p w:rsidRPr="002623F7" w:rsidR="00C31C76" w:rsidP="009C54AE" w:rsidRDefault="00C31C76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31C76" w:rsidP="00C31C76" w:rsidRDefault="00BA6E4F" w14:paraId="1A4C35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Pr="009C54AE" w:rsidR="00C31C76" w:rsidTr="00B819C8" w14:paraId="2C6DA91F" w14:textId="77777777">
        <w:tc>
          <w:tcPr>
            <w:tcW w:w="2694" w:type="dxa"/>
            <w:vAlign w:val="center"/>
          </w:tcPr>
          <w:p w:rsidRPr="002623F7" w:rsidR="00C31C76" w:rsidP="009C54AE" w:rsidRDefault="00C31C76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31C76" w:rsidP="00450367" w:rsidRDefault="00BA6E4F" w14:paraId="620425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:rsidRPr="004606E2" w:rsidR="0085747A" w:rsidP="009C54AE" w:rsidRDefault="0085747A" w14:paraId="2EA7DA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4606E2" w:rsid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Pr="009C54AE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Pr="009C54AE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623F7" w:rsidR="00015B8F" w:rsidP="00ED29C0" w:rsidRDefault="00015B8F" w14:paraId="493A0C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623F7" w:rsidR="00015B8F" w:rsidP="00ED29C0" w:rsidRDefault="002B5EA0" w14:paraId="64C63F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623F7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3860AB2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46F369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409DDA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0AB6E05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623F7" w:rsidR="00015B8F" w:rsidP="00ED29C0" w:rsidRDefault="00015B8F" w14:paraId="0B273B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3A8E3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69FA39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5B5B1B4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623F7" w:rsidR="00015B8F" w:rsidP="00ED29C0" w:rsidRDefault="00015B8F" w14:paraId="58C1295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531D4A" w14:paraId="29DDE202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ED29C0" w:rsidRDefault="005A5D72" w14:paraId="279935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9C54AE" w:rsidRDefault="0085747A" w14:paraId="586A716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4A6CE6" w:rsidR="004A6CE6" w:rsidP="004A6CE6" w:rsidRDefault="004A6CE6" w14:paraId="54B90724" w14:textId="77777777">
      <w:pPr>
        <w:spacing w:after="0" w:line="240" w:lineRule="auto"/>
        <w:ind w:left="426"/>
        <w:textAlignment w:val="baseline"/>
        <w:rPr>
          <w:rFonts w:ascii="Segoe UI" w:hAnsi="Segoe UI" w:eastAsia="Times New Roman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hAnsi="Wingdings" w:eastAsia="Wingdings" w:cs="Wingdings"/>
          <w:sz w:val="28"/>
          <w:szCs w:val="28"/>
          <w:lang w:eastAsia="pl-PL"/>
        </w:rPr>
        <w:t>þ</w:t>
      </w:r>
      <w:r w:rsidRPr="004A6CE6">
        <w:rPr>
          <w:rFonts w:ascii="Corbel" w:hAnsi="Corbel" w:eastAsia="Times New Roman" w:cs="Segoe UI"/>
          <w:sz w:val="28"/>
          <w:szCs w:val="28"/>
          <w:lang w:eastAsia="pl-PL"/>
        </w:rPr>
        <w:t> </w:t>
      </w:r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zajęcia w formie tradycyjnej (lub zdalnie z wykorzystaniem platformy Ms </w:t>
      </w:r>
      <w:proofErr w:type="spellStart"/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Teams</w:t>
      </w:r>
      <w:proofErr w:type="spellEnd"/>
      <w:r w:rsidRPr="004A6CE6">
        <w:rPr>
          <w:rFonts w:ascii="Corbel" w:hAnsi="Corbel" w:eastAsia="Times New Roman" w:cs="Segoe UI"/>
          <w:sz w:val="24"/>
          <w:szCs w:val="24"/>
          <w:lang w:eastAsia="pl-PL"/>
        </w:rPr>
        <w:t>)</w:t>
      </w:r>
      <w:r w:rsidRPr="004A6CE6">
        <w:rPr>
          <w:rFonts w:ascii="Corbel" w:hAnsi="Corbel" w:eastAsia="Times New Roman" w:cs="Segoe UI"/>
          <w:b/>
          <w:bCs/>
          <w:smallCaps/>
          <w:sz w:val="24"/>
          <w:szCs w:val="24"/>
          <w:lang w:eastAsia="pl-PL"/>
        </w:rPr>
        <w:t> </w:t>
      </w:r>
    </w:p>
    <w:p w:rsidR="0085747A" w:rsidP="004A6CE6" w:rsidRDefault="004A6CE6" w14:paraId="44EAFD9C" w14:textId="461652C5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hint="eastAsia" w:ascii="MS Gothic" w:hAnsi="MS Gothic" w:eastAsia="MS Gothic" w:cs="Segoe UI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:rsidRPr="00ED29C0" w:rsidR="004A6CE6" w:rsidP="004A6CE6" w:rsidRDefault="004A6CE6" w14:paraId="617221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6E4F" w:rsidP="009C54AE" w:rsidRDefault="00E22FBC" w14:paraId="74A9FF54" w14:textId="77777777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:rsidRPr="009C54AE" w:rsidR="00E22FBC" w:rsidP="00BA6E4F" w:rsidRDefault="005A5D72" w14:paraId="543CA6E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:rsidRPr="00ED29C0" w:rsidR="00FC0C5A" w:rsidP="009C54AE" w:rsidRDefault="00FC0C5A" w14:paraId="4B94D5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Pr="00ED29C0" w:rsidR="00923D7D" w:rsidP="009C54AE" w:rsidRDefault="00923D7D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B9E986D" w14:textId="77777777">
        <w:tc>
          <w:tcPr>
            <w:tcW w:w="9670" w:type="dxa"/>
          </w:tcPr>
          <w:p w:rsidRPr="009C54AE" w:rsidR="0085747A" w:rsidP="00667669" w:rsidRDefault="00B52453" w14:paraId="70257EA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5559A" w:rsidP="009C54AE" w:rsidRDefault="0035559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864EF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>, treści Programowe i stosowane metody Dydaktyczne</w:t>
      </w:r>
    </w:p>
    <w:p w:rsidRPr="009C54AE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w:rsidRPr="0035559A" w:rsidR="0035559A" w:rsidP="009C54AE" w:rsidRDefault="0035559A" w14:paraId="53128261" w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42AD29E" w14:textId="77777777">
        <w:tc>
          <w:tcPr>
            <w:tcW w:w="851" w:type="dxa"/>
            <w:vAlign w:val="center"/>
          </w:tcPr>
          <w:p w:rsidRPr="002623F7" w:rsidR="0085747A" w:rsidP="009C54AE" w:rsidRDefault="009967FB" w14:paraId="6780E77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48456C74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2D509166" w14:textId="77777777">
        <w:tc>
          <w:tcPr>
            <w:tcW w:w="851" w:type="dxa"/>
            <w:vAlign w:val="center"/>
          </w:tcPr>
          <w:p w:rsidRPr="002623F7" w:rsidR="0085747A" w:rsidP="009C54AE" w:rsidRDefault="00B52453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414E33F1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85747A" w:rsidTr="00923D7D" w14:paraId="0BDE515A" w14:textId="77777777">
        <w:tc>
          <w:tcPr>
            <w:tcW w:w="851" w:type="dxa"/>
            <w:vAlign w:val="center"/>
          </w:tcPr>
          <w:p w:rsidRPr="002623F7" w:rsidR="0085747A" w:rsidP="009C54AE" w:rsidRDefault="00B52453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5747A" w:rsidP="00714D04" w:rsidRDefault="00BA6E4F" w14:paraId="12AEE47F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2623F7" w:rsidR="0086205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:rsidRPr="009C54AE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Pr="009C54AE" w:rsidR="0085747A" w:rsidTr="786F96A0" w14:paraId="0613E806" w14:textId="77777777">
        <w:tc>
          <w:tcPr>
            <w:tcW w:w="1418" w:type="dxa"/>
            <w:tcMar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tcMar/>
            <w:vAlign w:val="center"/>
          </w:tcPr>
          <w:p w:rsidRPr="009C54AE" w:rsidR="0085747A" w:rsidP="009C54AE" w:rsidRDefault="00031055" w14:paraId="728487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Pr="009C54AE" w:rsidR="0086205A" w:rsidTr="786F96A0" w14:paraId="08A4D089" w14:textId="77777777">
        <w:tc>
          <w:tcPr>
            <w:tcW w:w="1418" w:type="dxa"/>
            <w:tcMar/>
          </w:tcPr>
          <w:p w:rsidRPr="009C54AE" w:rsidR="0086205A" w:rsidP="009C54AE" w:rsidRDefault="00ED29C0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6205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  <w:tcMar/>
          </w:tcPr>
          <w:p w:rsidRPr="009C54AE" w:rsidR="0086205A" w:rsidP="048688A5" w:rsidRDefault="00806A3B" w14:paraId="5EEC9C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27F8033C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:rsidRPr="0086205A" w:rsidR="0086205A" w:rsidP="004606E2" w:rsidRDefault="0086205A" w14:paraId="4B99056E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86205A" w:rsidTr="786F96A0" w14:paraId="294E976F" w14:textId="77777777">
        <w:tc>
          <w:tcPr>
            <w:tcW w:w="1418" w:type="dxa"/>
            <w:tcMar/>
          </w:tcPr>
          <w:p w:rsidRPr="009C54AE" w:rsidR="0086205A" w:rsidP="009C54AE" w:rsidRDefault="0086205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tcMar/>
          </w:tcPr>
          <w:p w:rsidRPr="009C54AE" w:rsidR="0086205A" w:rsidP="048688A5" w:rsidRDefault="00806A3B" w14:paraId="02DBA7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4D4393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:rsidRPr="0086205A" w:rsidR="0086205A" w:rsidP="004606E2" w:rsidRDefault="0086205A" w14:paraId="4BB8B94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Pr="009C54AE" w:rsidR="0086205A" w:rsidTr="786F96A0" w14:paraId="32D9175F" w14:textId="77777777">
        <w:tc>
          <w:tcPr>
            <w:tcW w:w="1418" w:type="dxa"/>
            <w:tcMar/>
          </w:tcPr>
          <w:p w:rsidRPr="009C54AE" w:rsidR="0086205A" w:rsidP="0086205A" w:rsidRDefault="0086205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  <w:tcMar/>
          </w:tcPr>
          <w:p w:rsidRPr="0086205A" w:rsidR="0086205A" w:rsidP="048688A5" w:rsidRDefault="00806A3B" w14:paraId="6A1E68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Pr="048688A5" w:rsidR="0086205A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3CFCD0C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 w:rsidR="0086205A">
              <w:rPr>
                <w:rFonts w:ascii="Corbel" w:hAnsi="Corbel" w:cs="Times New Roman"/>
                <w:color w:val="auto"/>
              </w:rPr>
              <w:t>K_U01</w:t>
            </w:r>
          </w:p>
          <w:p w:rsidR="786F96A0" w:rsidP="786F96A0" w:rsidRDefault="786F96A0" w14:paraId="38DB96DD" w14:textId="124273C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 w:rsidR="786F96A0">
              <w:rPr>
                <w:rFonts w:ascii="Corbel" w:hAnsi="Corbel" w:cs="Times New Roman"/>
                <w:color w:val="auto"/>
              </w:rPr>
              <w:t>K_U07</w:t>
            </w:r>
          </w:p>
          <w:p w:rsidRPr="0086205A" w:rsidR="0086205A" w:rsidP="004606E2" w:rsidRDefault="0086205A" w14:paraId="1299C43A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86205A" w:rsidTr="786F96A0" w14:paraId="61C4D035" w14:textId="77777777">
        <w:tc>
          <w:tcPr>
            <w:tcW w:w="1418" w:type="dxa"/>
            <w:tcMar/>
          </w:tcPr>
          <w:p w:rsidRPr="009C54AE" w:rsidR="0086205A" w:rsidP="0086205A" w:rsidRDefault="0086205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  <w:tcMar/>
          </w:tcPr>
          <w:p w:rsidRPr="0086205A" w:rsidR="00806A3B" w:rsidP="048688A5" w:rsidRDefault="00806A3B" w14:paraId="72AB41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Pr="048688A5" w:rsidR="00521F67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Pr="048688A5" w:rsidR="00824D71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Pr="048688A5" w:rsidR="00824D71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Pr="048688A5" w:rsidR="00BA6E4F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  <w:tcMar/>
          </w:tcPr>
          <w:p w:rsidRPr="0086205A" w:rsidR="0086205A" w:rsidP="004606E2" w:rsidRDefault="0086205A" w14:paraId="5B2AA153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:rsidRPr="0086205A" w:rsidR="0086205A" w:rsidP="004606E2" w:rsidRDefault="0086205A" w14:paraId="4DDBEF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6A147C" w:rsidRDefault="00675843" w14:paraId="3B2CFE4B" w14:textId="7777777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:rsidRPr="009C54AE" w:rsidR="0085747A" w:rsidP="006A147C" w:rsidRDefault="0085747A" w14:paraId="7D0EF860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0914428D" w14:textId="77777777">
        <w:tc>
          <w:tcPr>
            <w:tcW w:w="9639" w:type="dxa"/>
          </w:tcPr>
          <w:p w:rsidRPr="0086205A" w:rsidR="0086205A" w:rsidP="008A7B30" w:rsidRDefault="0086205A" w14:paraId="119E97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Pr="009C54AE" w:rsidR="0086205A" w:rsidTr="00923D7D" w14:paraId="319981C5" w14:textId="77777777">
        <w:tc>
          <w:tcPr>
            <w:tcW w:w="9639" w:type="dxa"/>
          </w:tcPr>
          <w:p w:rsidRPr="0086205A" w:rsidR="0086205A" w:rsidP="00677FE3" w:rsidRDefault="0086205A" w14:paraId="59E54A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Pr="009C54AE" w:rsidR="0086205A" w:rsidTr="00923D7D" w14:paraId="0CEC4D5F" w14:textId="77777777">
        <w:tc>
          <w:tcPr>
            <w:tcW w:w="9639" w:type="dxa"/>
          </w:tcPr>
          <w:p w:rsidRPr="0086205A" w:rsidR="0086205A" w:rsidP="0086205A" w:rsidRDefault="0086205A" w14:paraId="42BCDC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hint="eastAsia" w:ascii="Corbel" w:hAnsi="Corbel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Pr="009C54AE" w:rsidR="0086205A" w:rsidTr="00923D7D" w14:paraId="61F608F5" w14:textId="77777777">
        <w:tc>
          <w:tcPr>
            <w:tcW w:w="9639" w:type="dxa"/>
          </w:tcPr>
          <w:p w:rsidRPr="0086205A" w:rsidR="0086205A" w:rsidP="0086205A" w:rsidRDefault="00B41FFF" w14:paraId="6D8A3BA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Pr="0086205A" w:rsidR="0086205A">
              <w:rPr>
                <w:rFonts w:ascii="Corbel" w:hAnsi="Corbel"/>
                <w:sz w:val="24"/>
                <w:szCs w:val="24"/>
              </w:rPr>
              <w:t>: modele g</w:t>
            </w:r>
            <w:r w:rsidRPr="0086205A" w:rsidR="0086205A">
              <w:rPr>
                <w:rFonts w:hint="eastAsia" w:ascii="Corbel" w:hAnsi="Corbel"/>
                <w:sz w:val="24"/>
                <w:szCs w:val="24"/>
              </w:rPr>
              <w:t>ł</w:t>
            </w:r>
            <w:r w:rsidRPr="0086205A" w:rsid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Pr="009C54AE" w:rsidR="0086205A" w:rsidTr="00923D7D" w14:paraId="182EDB90" w14:textId="77777777">
        <w:tc>
          <w:tcPr>
            <w:tcW w:w="9639" w:type="dxa"/>
          </w:tcPr>
          <w:p w:rsidRPr="0086205A" w:rsidR="0086205A" w:rsidP="00677FE3" w:rsidRDefault="0086205A" w14:paraId="476E7AC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Pr="009C54AE" w:rsidR="00824D71" w:rsidTr="00923D7D" w14:paraId="7ECC769F" w14:textId="77777777">
        <w:tc>
          <w:tcPr>
            <w:tcW w:w="9639" w:type="dxa"/>
          </w:tcPr>
          <w:p w:rsidRPr="0086205A" w:rsidR="00824D71" w:rsidP="00677FE3" w:rsidRDefault="00824D71" w14:paraId="3C89F17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Pr="009C54AE" w:rsidR="0086205A" w:rsidTr="00923D7D" w14:paraId="1694D54D" w14:textId="77777777">
        <w:tc>
          <w:tcPr>
            <w:tcW w:w="9639" w:type="dxa"/>
          </w:tcPr>
          <w:p w:rsidRPr="0086205A" w:rsidR="0086205A" w:rsidP="00824D71" w:rsidRDefault="0086205A" w14:paraId="4ABCF47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Pr="009C54AE" w:rsidR="00D11280" w:rsidTr="00923D7D" w14:paraId="3DCD8FF9" w14:textId="77777777">
        <w:tc>
          <w:tcPr>
            <w:tcW w:w="9639" w:type="dxa"/>
          </w:tcPr>
          <w:p w:rsidRPr="0086205A" w:rsidR="00D11280" w:rsidP="0053110F" w:rsidRDefault="00D11280" w14:paraId="5C7EC3B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53110F">
              <w:rPr>
                <w:rFonts w:ascii="Corbel" w:hAnsi="Corbel"/>
                <w:sz w:val="24"/>
                <w:szCs w:val="24"/>
              </w:rPr>
              <w:lastRenderedPageBreak/>
              <w:t xml:space="preserve">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:rsidRPr="009C54AE" w:rsidR="0085747A" w:rsidP="0086205A" w:rsidRDefault="0085747A" w14:paraId="3CF2D8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67669" w:rsidP="009C54AE" w:rsidRDefault="0085747A" w14:paraId="56CF59E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:rsidRPr="009C54AE" w:rsidR="0085747A" w:rsidP="00667669" w:rsidRDefault="0085747A" w14:paraId="29D6B04F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5225495" w14:textId="77777777">
        <w:tc>
          <w:tcPr>
            <w:tcW w:w="9639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6205A" w:rsidTr="00923D7D" w14:paraId="7A38DF8A" w14:textId="77777777">
        <w:tc>
          <w:tcPr>
            <w:tcW w:w="9639" w:type="dxa"/>
          </w:tcPr>
          <w:p w:rsidRPr="0086205A" w:rsidR="0086205A" w:rsidP="00BA6E4F" w:rsidRDefault="0086205A" w14:paraId="5C329A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Pr="0086205A" w:rsidR="004833BD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655ED1BE" w14:textId="77777777">
        <w:tc>
          <w:tcPr>
            <w:tcW w:w="9639" w:type="dxa"/>
          </w:tcPr>
          <w:p w:rsidRPr="009C54AE" w:rsidR="0085747A" w:rsidP="00BE2E58" w:rsidRDefault="00431FED" w14:paraId="2FD8DA0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Pr="009C54AE" w:rsidR="0085747A" w:rsidTr="00923D7D" w14:paraId="55944F7C" w14:textId="77777777">
        <w:tc>
          <w:tcPr>
            <w:tcW w:w="9639" w:type="dxa"/>
          </w:tcPr>
          <w:p w:rsidRPr="009C54AE" w:rsidR="0085747A" w:rsidP="001E0C12" w:rsidRDefault="00B41FFF" w14:paraId="01C82D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5747A" w:rsidTr="00923D7D" w14:paraId="6E4308A2" w14:textId="77777777">
        <w:tc>
          <w:tcPr>
            <w:tcW w:w="9639" w:type="dxa"/>
          </w:tcPr>
          <w:p w:rsidRPr="009C54AE" w:rsidR="0085747A" w:rsidP="009C54AE" w:rsidRDefault="00E8382A" w14:paraId="735BC8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Pr="009C54AE" w:rsidR="00B41FFF" w:rsidTr="002623F7" w14:paraId="3F7CF35C" w14:textId="77777777">
        <w:tc>
          <w:tcPr>
            <w:tcW w:w="9639" w:type="dxa"/>
          </w:tcPr>
          <w:p w:rsidRPr="0086205A" w:rsidR="00B41FFF" w:rsidP="002623F7" w:rsidRDefault="00B41FFF" w14:paraId="6FA3B92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Pr="009C54AE" w:rsidR="00E8382A" w:rsidTr="00923D7D" w14:paraId="65C1E2F7" w14:textId="77777777">
        <w:tc>
          <w:tcPr>
            <w:tcW w:w="9639" w:type="dxa"/>
          </w:tcPr>
          <w:p w:rsidR="00E8382A" w:rsidP="00677FE3" w:rsidRDefault="00824D71" w14:paraId="0F02CD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24D71" w:rsidP="00824D71" w:rsidRDefault="00824D71" w14:paraId="5F83D8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:rsidRPr="00A71CB9" w:rsidR="00824D71" w:rsidP="00CE51D6" w:rsidRDefault="00824D71" w14:paraId="12F60EB9" w14:textId="77777777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Pr="00A71CB9" w:rsid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:rsidRPr="009C54AE" w:rsidR="003E1941" w:rsidP="009C54AE" w:rsidRDefault="003E1941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CE0A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Pr="009C54AE" w:rsidR="0085747A" w:rsidTr="048688A5" w14:paraId="3CD72C34" w14:textId="77777777">
        <w:tc>
          <w:tcPr>
            <w:tcW w:w="1843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24D71" w:rsidTr="048688A5" w14:paraId="45D06242" w14:textId="77777777">
        <w:tc>
          <w:tcPr>
            <w:tcW w:w="1843" w:type="dxa"/>
          </w:tcPr>
          <w:p w:rsidRPr="009C54AE" w:rsidR="00824D71" w:rsidP="009C54AE" w:rsidRDefault="00767EE3" w14:paraId="24D59B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24D7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:rsidRPr="00BA6E4F" w:rsidR="00824D71" w:rsidP="002623F7" w:rsidRDefault="00824D71" w14:paraId="792506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2F73B9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3DE787EC" w14:textId="77777777">
        <w:tc>
          <w:tcPr>
            <w:tcW w:w="1843" w:type="dxa"/>
          </w:tcPr>
          <w:p w:rsidRPr="009C54AE" w:rsidR="00824D71" w:rsidP="00767EE3" w:rsidRDefault="00767EE3" w14:paraId="696357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:rsidRPr="00BA6E4F" w:rsidR="00824D71" w:rsidP="002623F7" w:rsidRDefault="00824D71" w14:paraId="46D83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35F77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6F301D98" w14:textId="77777777">
        <w:tc>
          <w:tcPr>
            <w:tcW w:w="1843" w:type="dxa"/>
          </w:tcPr>
          <w:p w:rsidRPr="009C54AE" w:rsidR="00824D71" w:rsidP="00824D71" w:rsidRDefault="00767EE3" w14:paraId="3369B2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Pr="009C54AE" w:rsidR="00824D7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Pr="00BA6E4F" w:rsidR="00824D71" w:rsidP="002623F7" w:rsidRDefault="00824D71" w14:paraId="667E69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:rsidRPr="00BA6E4F" w:rsidR="00824D71" w:rsidP="009C54AE" w:rsidRDefault="00824D71" w14:paraId="3D54A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Pr="009C54AE" w:rsidR="00824D71" w:rsidTr="048688A5" w14:paraId="5878DE6D" w14:textId="77777777">
        <w:tc>
          <w:tcPr>
            <w:tcW w:w="1843" w:type="dxa"/>
          </w:tcPr>
          <w:p w:rsidRPr="009C54AE" w:rsidR="00824D71" w:rsidP="00767EE3" w:rsidRDefault="00767EE3" w14:paraId="17CCA2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824D71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:rsidRPr="00BA6E4F" w:rsidR="00824D71" w:rsidP="048688A5" w:rsidRDefault="00824D71" w14:paraId="6E92F811" w14:textId="4E6A8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:rsidRPr="00BA6E4F" w:rsidR="00824D71" w:rsidP="009C54AE" w:rsidRDefault="008272CB" w14:paraId="7238A3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:rsidR="00BA6E4F" w:rsidP="009C54AE" w:rsidRDefault="00BA6E4F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9D78EBC" w14:paraId="58D1794C" w14:textId="77777777">
        <w:tc>
          <w:tcPr>
            <w:tcW w:w="9670" w:type="dxa"/>
          </w:tcPr>
          <w:p w:rsidR="008272CB" w:rsidP="009C54AE" w:rsidRDefault="008272CB" w14:paraId="65F98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F6705E" w:rsidP="008272CB" w:rsidRDefault="008272CB" w14:paraId="2A38BA9B" w14:textId="77777777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:rsidRPr="008272CB" w:rsidR="00F6705E" w:rsidP="00F6705E" w:rsidRDefault="00F6705E" w14:paraId="304BDE2A" w14:textId="619444E7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Pr="09D78EBC" w:rsidR="00BE2E58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Pr="09D78EBC" w:rsidR="00BE2E58">
              <w:rPr>
                <w:rFonts w:ascii="Corbel" w:hAnsi="Corbel"/>
              </w:rPr>
              <w:t>;</w:t>
            </w:r>
          </w:p>
          <w:p w:rsidRPr="00BE2E58" w:rsidR="00BE2E58" w:rsidP="00BE2E58" w:rsidRDefault="00F6705E" w14:paraId="5EECF5AF" w14:textId="3C1AB496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Pr="09D78EBC" w:rsidR="008272CB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Pr="09D78EBC" w:rsidR="00BE2E58">
              <w:rPr>
                <w:rFonts w:ascii="Corbel" w:hAnsi="Corbel"/>
              </w:rPr>
              <w:t>;</w:t>
            </w:r>
          </w:p>
          <w:p w:rsidRPr="00BE2E58" w:rsidR="00F6705E" w:rsidP="008272CB" w:rsidRDefault="00BE2E58" w14:paraId="54769906" w14:textId="77777777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:rsidRPr="008272CB" w:rsidR="008272CB" w:rsidP="008272CB" w:rsidRDefault="008272CB" w14:paraId="50BEC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:rsidRPr="008272CB" w:rsidR="008272CB" w:rsidP="008272CB" w:rsidRDefault="008272CB" w14:paraId="426BFE98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7918CB" w:rsidR="0085747A" w:rsidP="09D78EBC" w:rsidRDefault="008272CB" w14:paraId="0765E6C1" w14:textId="212A5C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lastRenderedPageBreak/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Pr="09D78EBC" w:rsidR="18EE6E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9D78EBC" w:rsidR="18EE6E26">
              <w:rPr>
                <w:rFonts w:ascii="Corbel" w:hAnsi="Corbel" w:eastAsia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:rsidR="00F6705E" w:rsidP="009C54AE" w:rsidRDefault="00F6705E" w14:paraId="5997CC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Pr="009C54AE" w:rsidR="0085747A" w:rsidTr="0085013A" w14:paraId="63D9DE79" w14:textId="77777777">
        <w:tc>
          <w:tcPr>
            <w:tcW w:w="5103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85013A" w14:paraId="1A0C1EFC" w14:textId="77777777">
        <w:tc>
          <w:tcPr>
            <w:tcW w:w="5103" w:type="dxa"/>
          </w:tcPr>
          <w:p w:rsidRPr="009C54AE" w:rsidR="0085747A" w:rsidP="00320306" w:rsidRDefault="00C61DC5" w14:paraId="765A5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Pr="009C54AE" w:rsidR="0085747A" w:rsidP="006A147C" w:rsidRDefault="007918CB" w14:paraId="43FBD1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85013A" w14:paraId="241AFB94" w14:textId="77777777">
        <w:tc>
          <w:tcPr>
            <w:tcW w:w="5103" w:type="dxa"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:rsidRPr="009C54AE" w:rsidR="00C61DC5" w:rsidP="006A147C" w:rsidRDefault="00834DA3" w14:paraId="5FCD5E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085013A" w14:paraId="22E1E7C1" w14:textId="77777777">
        <w:tc>
          <w:tcPr>
            <w:tcW w:w="5103" w:type="dxa"/>
          </w:tcPr>
          <w:p w:rsidRPr="009C54AE" w:rsidR="00C61DC5" w:rsidP="007918CB" w:rsidRDefault="00C61DC5" w14:paraId="2DF1B5BC" w14:textId="422161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:rsidRPr="009C54AE" w:rsidR="00C61DC5" w:rsidP="00834DA3" w:rsidRDefault="007918CB" w14:paraId="00B008B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85747A" w:rsidTr="0085013A" w14:paraId="20B8E38B" w14:textId="77777777">
        <w:tc>
          <w:tcPr>
            <w:tcW w:w="5103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Pr="006A147C" w:rsidR="0085747A" w:rsidP="006A147C" w:rsidRDefault="007918CB" w14:paraId="0CCF70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Pr="009C54AE" w:rsidR="0085747A" w:rsidTr="0085013A" w14:paraId="6B7A9073" w14:textId="77777777">
        <w:tc>
          <w:tcPr>
            <w:tcW w:w="5103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Pr="006A147C" w:rsidR="0085747A" w:rsidP="006A147C" w:rsidRDefault="007918CB" w14:paraId="7C964D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E1941" w:rsidP="00013CB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13CB1" w:rsidR="00ED29C0" w:rsidP="00013CB1" w:rsidRDefault="00ED29C0" w14:paraId="6B69937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9C54AE" w:rsidR="0085747A" w:rsidP="009C54AE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C221BA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4651C" w:rsidRDefault="007918C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221BA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4651C" w:rsidRDefault="007918C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013CB1" w:rsidRDefault="003E1941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8CE6F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48688A5" w14:paraId="3AA5711C" w14:textId="77777777">
        <w:trPr>
          <w:trHeight w:val="397"/>
        </w:trPr>
        <w:tc>
          <w:tcPr>
            <w:tcW w:w="5000" w:type="pct"/>
          </w:tcPr>
          <w:p w:rsidR="0085747A" w:rsidP="00900E85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918CB" w:rsidR="00390C32" w:rsidP="00900E85" w:rsidRDefault="00390C32" w14:paraId="33BFDD4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:rsidRPr="00900E85" w:rsidR="00900E85" w:rsidP="048688A5" w:rsidRDefault="55621D32" w14:paraId="4DC2A524" w14:textId="681B873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:rsidRPr="00900E85" w:rsidR="00900E85" w:rsidP="048688A5" w:rsidRDefault="08D162E9" w14:paraId="29989E62" w14:textId="6D3028F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Pr="048688A5" w:rsidR="47D9404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390C32" w:rsidR="007918CB" w:rsidP="048688A5" w:rsidRDefault="47D9404F" w14:paraId="0665E66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Pr="048688A5" w:rsidR="60B9025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48688A5" w:rsidR="60B90259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Pr="048688A5" w:rsidR="60B90259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Pr="009C54AE" w:rsidR="0085747A" w:rsidTr="048688A5" w14:paraId="19EF45FE" w14:textId="77777777">
        <w:trPr>
          <w:trHeight w:val="397"/>
        </w:trPr>
        <w:tc>
          <w:tcPr>
            <w:tcW w:w="5000" w:type="pct"/>
          </w:tcPr>
          <w:p w:rsidR="0085747A" w:rsidP="00900E85" w:rsidRDefault="0085747A" w14:paraId="218CA5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77DFC" w:rsidP="048688A5" w:rsidRDefault="16338AAF" w14:paraId="6D4F6EB8" w14:textId="781F1CB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:rsidRPr="00577DFC" w:rsidR="00577DFC" w:rsidP="048688A5" w:rsidRDefault="16338AAF" w14:paraId="56D5D79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Pr="048688A5" w:rsidR="3D55F7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Pr="048688A5" w:rsidR="1B608641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:rsidRPr="00577DFC" w:rsidR="00577DFC" w:rsidP="048688A5" w:rsidRDefault="16338AAF" w14:paraId="77D83BBD" w14:textId="643C0A1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Pr="048688A5" w:rsidR="3D55F7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:rsidRPr="00577DFC" w:rsidR="00577DFC" w:rsidP="048688A5" w:rsidRDefault="751BB8F3" w14:paraId="18DA7902" w14:textId="4314286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eastAsia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Pr="048688A5" w:rsidR="01633583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:rsidR="0085013A" w:rsidP="00013CB1" w:rsidRDefault="0085013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13CB1" w:rsidR="0085747A" w:rsidP="00013CB1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013CB1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88" w:rsidP="00C16ABF" w:rsidRDefault="00F05188" w14:paraId="7DC7ADB3" w14:textId="77777777">
      <w:pPr>
        <w:spacing w:after="0" w:line="240" w:lineRule="auto"/>
      </w:pPr>
      <w:r>
        <w:separator/>
      </w:r>
    </w:p>
  </w:endnote>
  <w:endnote w:type="continuationSeparator" w:id="0">
    <w:p w:rsidR="00F05188" w:rsidP="00C16ABF" w:rsidRDefault="00F05188" w14:paraId="1E17CAF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88" w:rsidP="00C16ABF" w:rsidRDefault="00F05188" w14:paraId="100DC144" w14:textId="77777777">
      <w:pPr>
        <w:spacing w:after="0" w:line="240" w:lineRule="auto"/>
      </w:pPr>
      <w:r>
        <w:separator/>
      </w:r>
    </w:p>
  </w:footnote>
  <w:footnote w:type="continuationSeparator" w:id="0">
    <w:p w:rsidR="00F05188" w:rsidP="00C16ABF" w:rsidRDefault="00F05188" w14:paraId="186F3FE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  <w:rsid w:val="786F9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F7D67439-F35D-4B66-9537-0B4CCA4C96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41F74-8D43-481A-9DFB-D03AC681AAE6}"/>
</file>

<file path=customXml/itemProps3.xml><?xml version="1.0" encoding="utf-8"?>
<ds:datastoreItem xmlns:ds="http://schemas.openxmlformats.org/officeDocument/2006/customXml" ds:itemID="{8AE9F410-153C-4DE1-9098-8DC28C342D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0ECD14-3112-4C21-86F3-3787EF3AA9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Cyrek Magdalena</lastModifiedBy>
  <revision>13</revision>
  <lastPrinted>2020-05-16T18:04:00.0000000Z</lastPrinted>
  <dcterms:created xsi:type="dcterms:W3CDTF">2020-11-30T16:11:00.0000000Z</dcterms:created>
  <dcterms:modified xsi:type="dcterms:W3CDTF">2022-05-30T10:59:46.5349147Z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